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B74" w:rsidRPr="00EC75A1" w:rsidRDefault="00EC6B74">
      <w:pPr>
        <w:rPr>
          <w:rFonts w:hAnsi="ＭＳ 明朝" w:hint="eastAsia"/>
          <w:sz w:val="22"/>
          <w:szCs w:val="22"/>
        </w:rPr>
      </w:pPr>
      <w:bookmarkStart w:id="0" w:name="_GoBack"/>
      <w:bookmarkEnd w:id="0"/>
      <w:r w:rsidRPr="00EC75A1">
        <w:rPr>
          <w:rFonts w:hAnsi="ＭＳ 明朝" w:hint="eastAsia"/>
          <w:sz w:val="22"/>
          <w:szCs w:val="22"/>
        </w:rPr>
        <w:t>様式第３号</w:t>
      </w:r>
    </w:p>
    <w:p w:rsidR="00EC6B74" w:rsidRPr="00AE3AE9" w:rsidRDefault="00EC6B74" w:rsidP="00AE3AE9">
      <w:pPr>
        <w:spacing w:beforeLines="50" w:before="145" w:afterLines="50" w:after="145"/>
        <w:jc w:val="center"/>
        <w:rPr>
          <w:rFonts w:hAnsi="ＭＳ 明朝" w:hint="eastAsia"/>
          <w:sz w:val="24"/>
        </w:rPr>
      </w:pPr>
      <w:r w:rsidRPr="00EC75A1">
        <w:rPr>
          <w:rFonts w:hAnsi="ＭＳ 明朝" w:hint="eastAsia"/>
          <w:sz w:val="24"/>
        </w:rPr>
        <w:t>誓　　約　　書</w:t>
      </w:r>
    </w:p>
    <w:p w:rsidR="00EC6B74" w:rsidRPr="00EC75A1" w:rsidRDefault="0046723F">
      <w:pPr>
        <w:jc w:val="right"/>
        <w:rPr>
          <w:rFonts w:hAnsi="ＭＳ 明朝" w:hint="eastAsia"/>
          <w:sz w:val="22"/>
          <w:szCs w:val="22"/>
        </w:rPr>
      </w:pPr>
      <w:r>
        <w:rPr>
          <w:rFonts w:hAnsi="ＭＳ 明朝" w:hint="eastAsia"/>
          <w:sz w:val="22"/>
          <w:szCs w:val="22"/>
        </w:rPr>
        <w:t>令和</w:t>
      </w:r>
      <w:r w:rsidR="00983DBD">
        <w:rPr>
          <w:rFonts w:hAnsi="ＭＳ 明朝" w:hint="eastAsia"/>
          <w:sz w:val="22"/>
          <w:szCs w:val="22"/>
        </w:rPr>
        <w:t>８</w:t>
      </w:r>
      <w:r w:rsidR="00EC6B74" w:rsidRPr="00EC75A1">
        <w:rPr>
          <w:rFonts w:hAnsi="ＭＳ 明朝" w:hint="eastAsia"/>
          <w:sz w:val="22"/>
          <w:szCs w:val="22"/>
        </w:rPr>
        <w:t>年　　月　　日</w:t>
      </w:r>
    </w:p>
    <w:p w:rsidR="00EC6B74" w:rsidRPr="00EC75A1" w:rsidRDefault="00EC6B74">
      <w:pPr>
        <w:rPr>
          <w:rFonts w:hAnsi="ＭＳ 明朝" w:hint="eastAsia"/>
          <w:sz w:val="22"/>
          <w:szCs w:val="22"/>
        </w:rPr>
      </w:pPr>
    </w:p>
    <w:p w:rsidR="00EC6B74" w:rsidRPr="00EC75A1" w:rsidRDefault="00380489">
      <w:pPr>
        <w:rPr>
          <w:rFonts w:hAnsi="ＭＳ 明朝" w:hint="eastAsia"/>
          <w:sz w:val="22"/>
          <w:szCs w:val="22"/>
        </w:rPr>
      </w:pPr>
      <w:r>
        <w:rPr>
          <w:rFonts w:hAnsi="ＭＳ 明朝" w:hint="eastAsia"/>
          <w:sz w:val="22"/>
          <w:szCs w:val="22"/>
        </w:rPr>
        <w:t>延岡市長</w:t>
      </w:r>
    </w:p>
    <w:p w:rsidR="00EC6B74" w:rsidRPr="00EC75A1" w:rsidRDefault="00EC6B74">
      <w:pPr>
        <w:rPr>
          <w:rFonts w:hAnsi="ＭＳ 明朝" w:hint="eastAsia"/>
          <w:sz w:val="22"/>
          <w:szCs w:val="22"/>
        </w:rPr>
      </w:pPr>
    </w:p>
    <w:p w:rsidR="00EC6B74" w:rsidRDefault="00A058BE" w:rsidP="00AE3AE9">
      <w:pPr>
        <w:spacing w:beforeLines="50" w:before="145"/>
        <w:rPr>
          <w:rFonts w:hAnsi="ＭＳ 明朝" w:hint="eastAsia"/>
          <w:sz w:val="22"/>
          <w:szCs w:val="22"/>
        </w:rPr>
      </w:pPr>
      <w:r>
        <w:rPr>
          <w:rFonts w:hAnsi="ＭＳ 明朝" w:hint="eastAsia"/>
          <w:sz w:val="22"/>
          <w:szCs w:val="22"/>
        </w:rPr>
        <w:t xml:space="preserve">　　　　　　　　　</w:t>
      </w:r>
      <w:r w:rsidR="00EC6B74" w:rsidRPr="00EC75A1">
        <w:rPr>
          <w:rFonts w:hAnsi="ＭＳ 明朝" w:hint="eastAsia"/>
          <w:sz w:val="22"/>
          <w:szCs w:val="22"/>
        </w:rPr>
        <w:t>誓　約　者</w:t>
      </w:r>
    </w:p>
    <w:p w:rsidR="003254FC" w:rsidRDefault="003254FC" w:rsidP="00AE3AE9">
      <w:pPr>
        <w:rPr>
          <w:rFonts w:hAnsi="ＭＳ 明朝" w:hint="eastAsia"/>
          <w:sz w:val="22"/>
          <w:szCs w:val="22"/>
        </w:rPr>
      </w:pPr>
    </w:p>
    <w:p w:rsidR="003254FC" w:rsidRDefault="003254FC" w:rsidP="003254FC">
      <w:pPr>
        <w:autoSpaceDN w:val="0"/>
        <w:ind w:leftChars="1000" w:left="2267"/>
        <w:rPr>
          <w:rFonts w:hAnsi="ＭＳ 明朝" w:hint="eastAsia"/>
        </w:rPr>
      </w:pPr>
      <w:r>
        <w:rPr>
          <w:rFonts w:hAnsi="ＭＳ 明朝" w:hint="eastAsia"/>
        </w:rPr>
        <w:t>特定建設工事共同企業体の名称</w:t>
      </w:r>
    </w:p>
    <w:p w:rsidR="003254FC" w:rsidRDefault="003254FC" w:rsidP="003254FC">
      <w:pPr>
        <w:autoSpaceDN w:val="0"/>
        <w:ind w:leftChars="1000" w:left="2267"/>
        <w:rPr>
          <w:rFonts w:hAnsi="ＭＳ 明朝" w:hint="eastAsia"/>
        </w:rPr>
      </w:pPr>
      <w:r>
        <w:rPr>
          <w:rFonts w:hAnsi="ＭＳ 明朝" w:hint="eastAsia"/>
        </w:rPr>
        <w:t xml:space="preserve">　</w:t>
      </w:r>
      <w:r w:rsidRPr="00DC6D5A">
        <w:rPr>
          <w:rFonts w:hAnsi="ＭＳ 明朝" w:hint="eastAsia"/>
          <w:color w:val="FF0000"/>
        </w:rPr>
        <w:t>○○○（共同企業体の名称を記入）</w:t>
      </w:r>
      <w:r>
        <w:rPr>
          <w:rFonts w:hAnsi="ＭＳ 明朝" w:hint="eastAsia"/>
        </w:rPr>
        <w:t>特定建設工事共同企業体</w:t>
      </w:r>
    </w:p>
    <w:p w:rsidR="003254FC" w:rsidRPr="00EC75A1" w:rsidRDefault="003254FC" w:rsidP="00CA4716">
      <w:pPr>
        <w:spacing w:afterLines="50" w:after="145"/>
        <w:rPr>
          <w:rFonts w:hAnsi="ＭＳ 明朝" w:hint="eastAsia"/>
          <w:sz w:val="22"/>
          <w:szCs w:val="22"/>
        </w:rPr>
      </w:pPr>
    </w:p>
    <w:p w:rsidR="000269EB" w:rsidRDefault="000269EB" w:rsidP="000269EB">
      <w:pPr>
        <w:autoSpaceDN w:val="0"/>
        <w:ind w:leftChars="1000" w:left="2267"/>
        <w:rPr>
          <w:rFonts w:hAnsi="ＭＳ 明朝" w:hint="eastAsia"/>
        </w:rPr>
      </w:pPr>
      <w:r>
        <w:rPr>
          <w:rFonts w:hAnsi="ＭＳ 明朝" w:hint="eastAsia"/>
        </w:rPr>
        <w:t>特定建設工事共同企業体代表構成員</w:t>
      </w:r>
    </w:p>
    <w:p w:rsidR="000269EB" w:rsidRDefault="000269EB" w:rsidP="000269EB">
      <w:pPr>
        <w:autoSpaceDN w:val="0"/>
        <w:ind w:leftChars="1000" w:left="2267"/>
        <w:rPr>
          <w:rFonts w:hAnsi="ＭＳ 明朝" w:hint="eastAsia"/>
        </w:rPr>
      </w:pPr>
      <w:r>
        <w:rPr>
          <w:rFonts w:hAnsi="ＭＳ 明朝" w:hint="eastAsia"/>
        </w:rPr>
        <w:t xml:space="preserve">　　　住　　　　所</w:t>
      </w:r>
    </w:p>
    <w:p w:rsidR="000269EB" w:rsidRDefault="000269EB" w:rsidP="000269EB">
      <w:pPr>
        <w:autoSpaceDN w:val="0"/>
        <w:ind w:leftChars="1000" w:left="2267"/>
        <w:rPr>
          <w:rFonts w:hAnsi="ＭＳ 明朝" w:hint="eastAsia"/>
        </w:rPr>
      </w:pPr>
      <w:r>
        <w:rPr>
          <w:rFonts w:hAnsi="ＭＳ 明朝" w:hint="eastAsia"/>
        </w:rPr>
        <w:t xml:space="preserve">　　　商号又は名称</w:t>
      </w:r>
    </w:p>
    <w:p w:rsidR="000269EB" w:rsidRDefault="000269EB" w:rsidP="000269EB">
      <w:pPr>
        <w:autoSpaceDN w:val="0"/>
        <w:ind w:leftChars="1000" w:left="2267"/>
        <w:rPr>
          <w:rFonts w:hAnsi="ＭＳ 明朝" w:hint="eastAsia"/>
        </w:rPr>
      </w:pPr>
      <w:r>
        <w:rPr>
          <w:rFonts w:hAnsi="ＭＳ 明朝" w:hint="eastAsia"/>
        </w:rPr>
        <w:t xml:space="preserve">　　　</w:t>
      </w:r>
      <w:r w:rsidRPr="002B4054">
        <w:rPr>
          <w:rFonts w:hAnsi="ＭＳ 明朝" w:hint="eastAsia"/>
          <w:spacing w:val="39"/>
          <w:kern w:val="0"/>
          <w:fitText w:val="1362" w:id="-320644608"/>
        </w:rPr>
        <w:t>代表者</w:t>
      </w:r>
      <w:r w:rsidR="00DD6CA1" w:rsidRPr="002B4054">
        <w:rPr>
          <w:rFonts w:hAnsi="ＭＳ 明朝" w:hint="eastAsia"/>
          <w:spacing w:val="39"/>
          <w:kern w:val="0"/>
          <w:fitText w:val="1362" w:id="-320644608"/>
        </w:rPr>
        <w:t>氏</w:t>
      </w:r>
      <w:r w:rsidR="00DD6CA1" w:rsidRPr="002B4054">
        <w:rPr>
          <w:rFonts w:hAnsi="ＭＳ 明朝" w:hint="eastAsia"/>
          <w:kern w:val="0"/>
          <w:fitText w:val="1362" w:id="-320644608"/>
        </w:rPr>
        <w:t>名</w:t>
      </w:r>
    </w:p>
    <w:p w:rsidR="000269EB" w:rsidRDefault="000269EB" w:rsidP="000269EB">
      <w:pPr>
        <w:autoSpaceDN w:val="0"/>
        <w:ind w:leftChars="1000" w:left="2267"/>
        <w:rPr>
          <w:rFonts w:hAnsi="ＭＳ 明朝" w:hint="eastAsia"/>
        </w:rPr>
      </w:pPr>
    </w:p>
    <w:p w:rsidR="000269EB" w:rsidRDefault="000269EB" w:rsidP="000269EB">
      <w:pPr>
        <w:autoSpaceDN w:val="0"/>
        <w:ind w:leftChars="1000" w:left="2267"/>
        <w:rPr>
          <w:rFonts w:hAnsi="ＭＳ 明朝" w:hint="eastAsia"/>
        </w:rPr>
      </w:pPr>
      <w:r>
        <w:rPr>
          <w:rFonts w:hAnsi="ＭＳ 明朝" w:hint="eastAsia"/>
        </w:rPr>
        <w:t>特定建設工事共同企業体第１構成員</w:t>
      </w:r>
    </w:p>
    <w:p w:rsidR="000269EB" w:rsidRDefault="000269EB" w:rsidP="000269EB">
      <w:pPr>
        <w:autoSpaceDN w:val="0"/>
        <w:ind w:leftChars="1000" w:left="2267"/>
        <w:rPr>
          <w:rFonts w:hAnsi="ＭＳ 明朝" w:hint="eastAsia"/>
        </w:rPr>
      </w:pPr>
      <w:r>
        <w:rPr>
          <w:rFonts w:hAnsi="ＭＳ 明朝" w:hint="eastAsia"/>
        </w:rPr>
        <w:t xml:space="preserve">　　　住　　　　所</w:t>
      </w:r>
    </w:p>
    <w:p w:rsidR="000269EB" w:rsidRDefault="000269EB" w:rsidP="000269EB">
      <w:pPr>
        <w:autoSpaceDN w:val="0"/>
        <w:ind w:leftChars="1000" w:left="2267"/>
        <w:rPr>
          <w:rFonts w:hAnsi="ＭＳ 明朝" w:hint="eastAsia"/>
        </w:rPr>
      </w:pPr>
      <w:r>
        <w:rPr>
          <w:rFonts w:hAnsi="ＭＳ 明朝" w:hint="eastAsia"/>
        </w:rPr>
        <w:t xml:space="preserve">　　　商号又は名称</w:t>
      </w:r>
    </w:p>
    <w:p w:rsidR="000269EB" w:rsidRDefault="000269EB" w:rsidP="000269EB">
      <w:pPr>
        <w:autoSpaceDN w:val="0"/>
        <w:ind w:leftChars="1000" w:left="2267"/>
        <w:rPr>
          <w:rFonts w:hAnsi="ＭＳ 明朝" w:hint="eastAsia"/>
        </w:rPr>
      </w:pPr>
      <w:r>
        <w:rPr>
          <w:rFonts w:hAnsi="ＭＳ 明朝" w:hint="eastAsia"/>
        </w:rPr>
        <w:t xml:space="preserve">　　　</w:t>
      </w:r>
      <w:r w:rsidRPr="002B4054">
        <w:rPr>
          <w:rFonts w:hAnsi="ＭＳ 明朝" w:hint="eastAsia"/>
          <w:spacing w:val="39"/>
          <w:kern w:val="0"/>
          <w:fitText w:val="1362" w:id="-320643072"/>
        </w:rPr>
        <w:t>代表者</w:t>
      </w:r>
      <w:r w:rsidR="00DD6CA1" w:rsidRPr="002B4054">
        <w:rPr>
          <w:rFonts w:hAnsi="ＭＳ 明朝" w:hint="eastAsia"/>
          <w:spacing w:val="39"/>
          <w:kern w:val="0"/>
          <w:fitText w:val="1362" w:id="-320643072"/>
        </w:rPr>
        <w:t>氏</w:t>
      </w:r>
      <w:r w:rsidR="00DD6CA1" w:rsidRPr="002B4054">
        <w:rPr>
          <w:rFonts w:hAnsi="ＭＳ 明朝" w:hint="eastAsia"/>
          <w:kern w:val="0"/>
          <w:fitText w:val="1362" w:id="-320643072"/>
        </w:rPr>
        <w:t>名</w:t>
      </w:r>
    </w:p>
    <w:p w:rsidR="00E46EEC" w:rsidRDefault="00E46EEC" w:rsidP="00AE3AE9">
      <w:pPr>
        <w:autoSpaceDN w:val="0"/>
        <w:rPr>
          <w:rFonts w:hAnsi="ＭＳ 明朝" w:hint="eastAsia"/>
        </w:rPr>
      </w:pPr>
    </w:p>
    <w:p w:rsidR="00AE3AE9" w:rsidRDefault="00AE3AE9" w:rsidP="00AE3AE9">
      <w:pPr>
        <w:autoSpaceDN w:val="0"/>
        <w:rPr>
          <w:rFonts w:hAnsi="ＭＳ 明朝" w:hint="eastAsia"/>
        </w:rPr>
      </w:pPr>
    </w:p>
    <w:p w:rsidR="008D1C97" w:rsidRPr="00EC75A1" w:rsidRDefault="008D1C97" w:rsidP="008D1C97">
      <w:pPr>
        <w:spacing w:line="260" w:lineRule="exact"/>
        <w:rPr>
          <w:rFonts w:hAnsi="ＭＳ 明朝" w:hint="eastAsia"/>
          <w:sz w:val="22"/>
          <w:szCs w:val="22"/>
        </w:rPr>
      </w:pPr>
      <w:r>
        <w:rPr>
          <w:rFonts w:hAnsi="ＭＳ 明朝" w:hint="eastAsia"/>
          <w:sz w:val="22"/>
          <w:szCs w:val="22"/>
        </w:rPr>
        <w:t xml:space="preserve">　下記工事の競争入札に関し、下記の事項について誓約します。</w:t>
      </w:r>
    </w:p>
    <w:p w:rsidR="00AE3AE9" w:rsidRPr="00E46EEC" w:rsidRDefault="00AE3AE9" w:rsidP="008D1C97">
      <w:pPr>
        <w:autoSpaceDN w:val="0"/>
        <w:spacing w:line="260" w:lineRule="exact"/>
        <w:rPr>
          <w:rFonts w:hAnsi="ＭＳ 明朝" w:hint="eastAsia"/>
          <w:sz w:val="22"/>
          <w:szCs w:val="22"/>
        </w:rPr>
      </w:pPr>
    </w:p>
    <w:p w:rsidR="008D1C97" w:rsidRPr="00AE3AE9" w:rsidRDefault="008D1C97" w:rsidP="00AE3AE9">
      <w:pPr>
        <w:autoSpaceDN w:val="0"/>
        <w:spacing w:line="260" w:lineRule="exact"/>
        <w:jc w:val="center"/>
        <w:rPr>
          <w:rFonts w:hAnsi="ＭＳ 明朝" w:hint="eastAsia"/>
          <w:sz w:val="22"/>
          <w:szCs w:val="22"/>
        </w:rPr>
      </w:pPr>
      <w:r w:rsidRPr="00EC75A1">
        <w:rPr>
          <w:rFonts w:hAnsi="ＭＳ 明朝" w:hint="eastAsia"/>
          <w:sz w:val="22"/>
          <w:szCs w:val="22"/>
        </w:rPr>
        <w:t>記</w:t>
      </w:r>
    </w:p>
    <w:p w:rsidR="00AE3AE9" w:rsidRDefault="00AE3AE9" w:rsidP="008D1C97">
      <w:pPr>
        <w:widowControl/>
        <w:autoSpaceDN w:val="0"/>
        <w:spacing w:line="260" w:lineRule="exact"/>
        <w:jc w:val="left"/>
        <w:rPr>
          <w:rFonts w:hAnsi="ＭＳ 明朝" w:hint="eastAsia"/>
          <w:kern w:val="0"/>
          <w:sz w:val="22"/>
          <w:szCs w:val="22"/>
        </w:rPr>
      </w:pPr>
    </w:p>
    <w:p w:rsidR="008D1C97" w:rsidRPr="00127786" w:rsidRDefault="008D1C97" w:rsidP="008D1C97">
      <w:pPr>
        <w:autoSpaceDN w:val="0"/>
        <w:spacing w:line="260" w:lineRule="exact"/>
        <w:rPr>
          <w:rFonts w:hAnsi="ＭＳ 明朝" w:hint="eastAsia"/>
          <w:sz w:val="22"/>
          <w:szCs w:val="22"/>
        </w:rPr>
      </w:pPr>
      <w:r w:rsidRPr="00F5086D">
        <w:rPr>
          <w:rFonts w:hAnsi="ＭＳ 明朝" w:hint="eastAsia"/>
          <w:sz w:val="22"/>
          <w:szCs w:val="22"/>
        </w:rPr>
        <w:t xml:space="preserve">【 公 告 日 </w:t>
      </w:r>
      <w:r w:rsidR="0046723F">
        <w:rPr>
          <w:rFonts w:hAnsi="ＭＳ 明朝" w:hint="eastAsia"/>
          <w:sz w:val="22"/>
          <w:szCs w:val="22"/>
        </w:rPr>
        <w:t>】</w:t>
      </w:r>
      <w:r w:rsidR="005F3666">
        <w:rPr>
          <w:rFonts w:hAnsi="ＭＳ 明朝" w:hint="eastAsia"/>
          <w:sz w:val="22"/>
          <w:szCs w:val="22"/>
        </w:rPr>
        <w:t xml:space="preserve"> </w:t>
      </w:r>
      <w:r w:rsidR="007777D0">
        <w:rPr>
          <w:rFonts w:hAnsi="ＭＳ 明朝" w:hint="eastAsia"/>
          <w:szCs w:val="22"/>
        </w:rPr>
        <w:t>令和８年２</w:t>
      </w:r>
      <w:r w:rsidR="0065397C" w:rsidRPr="0027368B">
        <w:rPr>
          <w:rFonts w:hAnsi="ＭＳ 明朝" w:hint="eastAsia"/>
          <w:szCs w:val="22"/>
        </w:rPr>
        <w:t>月</w:t>
      </w:r>
      <w:r w:rsidR="007777D0">
        <w:rPr>
          <w:rFonts w:hAnsi="ＭＳ 明朝" w:hint="eastAsia"/>
          <w:szCs w:val="22"/>
        </w:rPr>
        <w:t>１３</w:t>
      </w:r>
      <w:r w:rsidR="0065397C" w:rsidRPr="0027368B">
        <w:rPr>
          <w:rFonts w:hAnsi="ＭＳ 明朝" w:hint="eastAsia"/>
          <w:szCs w:val="22"/>
        </w:rPr>
        <w:t>日</w:t>
      </w:r>
    </w:p>
    <w:p w:rsidR="008B6567" w:rsidRPr="002D670F" w:rsidRDefault="008D1C97" w:rsidP="008B6567">
      <w:pPr>
        <w:spacing w:line="290" w:lineRule="exact"/>
        <w:rPr>
          <w:rFonts w:hAnsi="ＭＳ 明朝" w:hint="eastAsia"/>
          <w:sz w:val="22"/>
          <w:szCs w:val="22"/>
        </w:rPr>
      </w:pPr>
      <w:r w:rsidRPr="00F5086D">
        <w:rPr>
          <w:rFonts w:hAnsi="ＭＳ 明朝" w:hint="eastAsia"/>
          <w:sz w:val="22"/>
          <w:szCs w:val="22"/>
        </w:rPr>
        <w:t>【 工 事 名 】</w:t>
      </w:r>
      <w:r w:rsidR="005F3666">
        <w:rPr>
          <w:rFonts w:hAnsi="ＭＳ 明朝" w:hint="eastAsia"/>
          <w:sz w:val="22"/>
          <w:szCs w:val="22"/>
        </w:rPr>
        <w:t xml:space="preserve"> </w:t>
      </w:r>
      <w:r w:rsidR="00983DBD" w:rsidRPr="00983DBD">
        <w:rPr>
          <w:rFonts w:hAnsi="ＭＳ 明朝" w:hint="eastAsia"/>
          <w:color w:val="000000"/>
          <w:sz w:val="22"/>
          <w:szCs w:val="22"/>
        </w:rPr>
        <w:t>富美山第</w:t>
      </w:r>
      <w:r w:rsidR="007777D0">
        <w:rPr>
          <w:rFonts w:hAnsi="ＭＳ 明朝" w:hint="eastAsia"/>
          <w:color w:val="000000"/>
          <w:sz w:val="22"/>
          <w:szCs w:val="22"/>
        </w:rPr>
        <w:t>２雨水ポンプ場電気</w:t>
      </w:r>
      <w:r w:rsidR="00983DBD" w:rsidRPr="00983DBD">
        <w:rPr>
          <w:rFonts w:hAnsi="ＭＳ 明朝" w:hint="eastAsia"/>
          <w:color w:val="000000"/>
          <w:sz w:val="22"/>
          <w:szCs w:val="22"/>
        </w:rPr>
        <w:t>設備工事</w:t>
      </w:r>
    </w:p>
    <w:p w:rsidR="008D1C97" w:rsidRPr="005F3666" w:rsidRDefault="008D1C97" w:rsidP="008D1C97">
      <w:pPr>
        <w:spacing w:line="260" w:lineRule="exact"/>
        <w:rPr>
          <w:rFonts w:hAnsi="ＭＳ 明朝" w:hint="eastAsia"/>
          <w:sz w:val="22"/>
          <w:szCs w:val="22"/>
        </w:rPr>
      </w:pPr>
    </w:p>
    <w:p w:rsidR="00E46EEC" w:rsidRPr="005F3666" w:rsidRDefault="00E46EEC" w:rsidP="008D1C97">
      <w:pPr>
        <w:spacing w:line="260" w:lineRule="exact"/>
        <w:rPr>
          <w:rFonts w:hAnsi="ＭＳ 明朝" w:hint="eastAsia"/>
          <w:sz w:val="22"/>
          <w:szCs w:val="22"/>
        </w:rPr>
      </w:pPr>
    </w:p>
    <w:p w:rsidR="008D1C97" w:rsidRPr="00F5086D" w:rsidRDefault="008D1C97" w:rsidP="008D1C97">
      <w:pPr>
        <w:spacing w:line="260" w:lineRule="exact"/>
        <w:rPr>
          <w:rFonts w:hAnsi="ＭＳ 明朝" w:hint="eastAsia"/>
          <w:sz w:val="22"/>
          <w:szCs w:val="22"/>
        </w:rPr>
      </w:pPr>
      <w:r w:rsidRPr="00F5086D">
        <w:rPr>
          <w:rFonts w:hAnsi="ＭＳ 明朝" w:hint="eastAsia"/>
          <w:sz w:val="22"/>
          <w:szCs w:val="22"/>
        </w:rPr>
        <w:t>【 誓約事項 】</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１　条件付一般競争入札参加資格確認申請にあたり、虚偽の申請等の不正又は不誠実な</w:t>
      </w:r>
      <w:r w:rsidR="005A007A">
        <w:rPr>
          <w:rFonts w:hAnsi="ＭＳ 明朝" w:hint="eastAsia"/>
          <w:szCs w:val="21"/>
        </w:rPr>
        <w:t xml:space="preserve">　</w:t>
      </w:r>
      <w:r w:rsidRPr="00A439E3">
        <w:rPr>
          <w:rFonts w:hAnsi="ＭＳ 明朝" w:hint="eastAsia"/>
          <w:szCs w:val="21"/>
        </w:rPr>
        <w:t>行為を一切行っていません。</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２　入札談合等、私的独占の禁止及び公正取引の確保に関する法律に抵触する行為は</w:t>
      </w:r>
      <w:r w:rsidR="005A007A">
        <w:rPr>
          <w:rFonts w:hAnsi="ＭＳ 明朝" w:hint="eastAsia"/>
          <w:szCs w:val="21"/>
        </w:rPr>
        <w:t xml:space="preserve">　　</w:t>
      </w:r>
      <w:r w:rsidRPr="00A439E3">
        <w:rPr>
          <w:rFonts w:hAnsi="ＭＳ 明朝" w:hint="eastAsia"/>
          <w:szCs w:val="21"/>
        </w:rPr>
        <w:t>行っておらず、今後とも同法律を遵守します。</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３　当方の役員等（個人である場合にはその者を、法人である場合にはその役員又はその支店若しくは常時契約を締結する営業所の代表者、団体である場合にはその代表者又は理事をいう。）又は経営に事実上参加している者に、延岡市暴力団排除条例（平成23年条例第22号）第２条第３号に規定する暴力団関係者はいません。</w:t>
      </w:r>
    </w:p>
    <w:p w:rsidR="00EC6B74" w:rsidRDefault="008D1C97" w:rsidP="00A439E3">
      <w:pPr>
        <w:spacing w:line="260" w:lineRule="exact"/>
        <w:ind w:left="227" w:hangingChars="100" w:hanging="227"/>
        <w:rPr>
          <w:rFonts w:hAnsi="ＭＳ 明朝" w:hint="eastAsia"/>
          <w:szCs w:val="21"/>
        </w:rPr>
      </w:pPr>
      <w:r w:rsidRPr="00A439E3">
        <w:rPr>
          <w:rFonts w:hAnsi="ＭＳ 明朝" w:hint="eastAsia"/>
          <w:szCs w:val="21"/>
        </w:rPr>
        <w:t>４　この誓約書及び本公告に係る工事の入札に参加するにあたり提出した一切の書類の</w:t>
      </w:r>
      <w:r w:rsidR="005A007A">
        <w:rPr>
          <w:rFonts w:hAnsi="ＭＳ 明朝" w:hint="eastAsia"/>
          <w:szCs w:val="21"/>
        </w:rPr>
        <w:t xml:space="preserve">　</w:t>
      </w:r>
      <w:r w:rsidRPr="00A439E3">
        <w:rPr>
          <w:rFonts w:hAnsi="ＭＳ 明朝" w:hint="eastAsia"/>
          <w:szCs w:val="21"/>
        </w:rPr>
        <w:t>写しが公正取引委員会又は宮崎県警察本部に送付されても異議を申し立てません。</w:t>
      </w:r>
    </w:p>
    <w:p w:rsidR="00E916BF" w:rsidRPr="00BE7214" w:rsidRDefault="00E916BF" w:rsidP="00A439E3">
      <w:pPr>
        <w:spacing w:line="260" w:lineRule="exact"/>
        <w:ind w:left="227" w:hangingChars="100" w:hanging="227"/>
        <w:rPr>
          <w:rFonts w:hAnsi="ＭＳ 明朝" w:hint="eastAsia"/>
          <w:szCs w:val="21"/>
        </w:rPr>
      </w:pPr>
    </w:p>
    <w:sectPr w:rsidR="00E916BF" w:rsidRPr="00BE7214" w:rsidSect="00941B16">
      <w:pgSz w:w="11906" w:h="16838" w:code="9"/>
      <w:pgMar w:top="1418" w:right="1418" w:bottom="1418" w:left="1418" w:header="851" w:footer="851" w:gutter="0"/>
      <w:cols w:space="425"/>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353" w:rsidRDefault="00BA1353">
      <w:r>
        <w:separator/>
      </w:r>
    </w:p>
  </w:endnote>
  <w:endnote w:type="continuationSeparator" w:id="0">
    <w:p w:rsidR="00BA1353" w:rsidRDefault="00BA1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353" w:rsidRDefault="00BA1353">
      <w:r>
        <w:separator/>
      </w:r>
    </w:p>
  </w:footnote>
  <w:footnote w:type="continuationSeparator" w:id="0">
    <w:p w:rsidR="00BA1353" w:rsidRDefault="00BA13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D45"/>
    <w:rsid w:val="000136EE"/>
    <w:rsid w:val="000269EB"/>
    <w:rsid w:val="00027587"/>
    <w:rsid w:val="000412EE"/>
    <w:rsid w:val="00045756"/>
    <w:rsid w:val="000557CF"/>
    <w:rsid w:val="00057FC0"/>
    <w:rsid w:val="000654CB"/>
    <w:rsid w:val="00070A50"/>
    <w:rsid w:val="00096351"/>
    <w:rsid w:val="000C0372"/>
    <w:rsid w:val="000F3067"/>
    <w:rsid w:val="000F5F18"/>
    <w:rsid w:val="000F6939"/>
    <w:rsid w:val="00103CE1"/>
    <w:rsid w:val="001059D9"/>
    <w:rsid w:val="00127786"/>
    <w:rsid w:val="00133AA9"/>
    <w:rsid w:val="00135BAE"/>
    <w:rsid w:val="001405FD"/>
    <w:rsid w:val="00152A05"/>
    <w:rsid w:val="001B0438"/>
    <w:rsid w:val="001F0BBE"/>
    <w:rsid w:val="00203730"/>
    <w:rsid w:val="002052AA"/>
    <w:rsid w:val="00241976"/>
    <w:rsid w:val="00264D45"/>
    <w:rsid w:val="00265C29"/>
    <w:rsid w:val="002765C5"/>
    <w:rsid w:val="00280C47"/>
    <w:rsid w:val="00290CC6"/>
    <w:rsid w:val="002A1827"/>
    <w:rsid w:val="002B4054"/>
    <w:rsid w:val="002B60A8"/>
    <w:rsid w:val="002B671F"/>
    <w:rsid w:val="002C3A85"/>
    <w:rsid w:val="002C4051"/>
    <w:rsid w:val="002D1676"/>
    <w:rsid w:val="002D40FB"/>
    <w:rsid w:val="002D670F"/>
    <w:rsid w:val="002D6C8F"/>
    <w:rsid w:val="002E31C2"/>
    <w:rsid w:val="002E329B"/>
    <w:rsid w:val="002E50B6"/>
    <w:rsid w:val="002F4512"/>
    <w:rsid w:val="002F4BB7"/>
    <w:rsid w:val="002F4CF2"/>
    <w:rsid w:val="003155EE"/>
    <w:rsid w:val="003254FC"/>
    <w:rsid w:val="00326C2B"/>
    <w:rsid w:val="003554F1"/>
    <w:rsid w:val="00366A11"/>
    <w:rsid w:val="00380065"/>
    <w:rsid w:val="00380489"/>
    <w:rsid w:val="00381F49"/>
    <w:rsid w:val="0039516C"/>
    <w:rsid w:val="003B6C30"/>
    <w:rsid w:val="003D1AD4"/>
    <w:rsid w:val="003D5B1F"/>
    <w:rsid w:val="003E1009"/>
    <w:rsid w:val="003F0989"/>
    <w:rsid w:val="003F1941"/>
    <w:rsid w:val="003F32D8"/>
    <w:rsid w:val="00403C5B"/>
    <w:rsid w:val="00415117"/>
    <w:rsid w:val="004215AC"/>
    <w:rsid w:val="00422967"/>
    <w:rsid w:val="00434D81"/>
    <w:rsid w:val="00441715"/>
    <w:rsid w:val="004471B2"/>
    <w:rsid w:val="004565E8"/>
    <w:rsid w:val="0046723F"/>
    <w:rsid w:val="004719BD"/>
    <w:rsid w:val="00492A94"/>
    <w:rsid w:val="004B0681"/>
    <w:rsid w:val="004B4E8F"/>
    <w:rsid w:val="004D6F94"/>
    <w:rsid w:val="004D7B32"/>
    <w:rsid w:val="004E37F4"/>
    <w:rsid w:val="004F17DC"/>
    <w:rsid w:val="004F1D60"/>
    <w:rsid w:val="00500520"/>
    <w:rsid w:val="00524387"/>
    <w:rsid w:val="00556F9C"/>
    <w:rsid w:val="005836DA"/>
    <w:rsid w:val="005A007A"/>
    <w:rsid w:val="005A4315"/>
    <w:rsid w:val="005A5C0E"/>
    <w:rsid w:val="005C319A"/>
    <w:rsid w:val="005C5018"/>
    <w:rsid w:val="005D2D5D"/>
    <w:rsid w:val="005D5AEF"/>
    <w:rsid w:val="005E5219"/>
    <w:rsid w:val="005E7DBB"/>
    <w:rsid w:val="005F3666"/>
    <w:rsid w:val="005F5E02"/>
    <w:rsid w:val="005F6607"/>
    <w:rsid w:val="00602FED"/>
    <w:rsid w:val="00603F21"/>
    <w:rsid w:val="006116F1"/>
    <w:rsid w:val="00625848"/>
    <w:rsid w:val="0065397C"/>
    <w:rsid w:val="00676BAF"/>
    <w:rsid w:val="0068308E"/>
    <w:rsid w:val="0069640D"/>
    <w:rsid w:val="006C09D6"/>
    <w:rsid w:val="006D6EAC"/>
    <w:rsid w:val="006D70D8"/>
    <w:rsid w:val="006D75C7"/>
    <w:rsid w:val="006E773C"/>
    <w:rsid w:val="006F1B30"/>
    <w:rsid w:val="00707639"/>
    <w:rsid w:val="00712C8F"/>
    <w:rsid w:val="007327B0"/>
    <w:rsid w:val="007406A7"/>
    <w:rsid w:val="00750095"/>
    <w:rsid w:val="00771CDB"/>
    <w:rsid w:val="007777D0"/>
    <w:rsid w:val="00787409"/>
    <w:rsid w:val="007905AA"/>
    <w:rsid w:val="00795CB3"/>
    <w:rsid w:val="007B61F0"/>
    <w:rsid w:val="007B6286"/>
    <w:rsid w:val="007C7AD3"/>
    <w:rsid w:val="007E0E28"/>
    <w:rsid w:val="00830EFC"/>
    <w:rsid w:val="008558C6"/>
    <w:rsid w:val="0085667A"/>
    <w:rsid w:val="00874FD8"/>
    <w:rsid w:val="0087674B"/>
    <w:rsid w:val="00876EA0"/>
    <w:rsid w:val="008923E7"/>
    <w:rsid w:val="00896F7F"/>
    <w:rsid w:val="008A4140"/>
    <w:rsid w:val="008B6567"/>
    <w:rsid w:val="008C3B43"/>
    <w:rsid w:val="008D1C97"/>
    <w:rsid w:val="008D7610"/>
    <w:rsid w:val="00901828"/>
    <w:rsid w:val="009111C5"/>
    <w:rsid w:val="009230C5"/>
    <w:rsid w:val="00941B16"/>
    <w:rsid w:val="0095373B"/>
    <w:rsid w:val="009543B4"/>
    <w:rsid w:val="00957535"/>
    <w:rsid w:val="00975507"/>
    <w:rsid w:val="00982001"/>
    <w:rsid w:val="00983DBD"/>
    <w:rsid w:val="00984D36"/>
    <w:rsid w:val="009A09D6"/>
    <w:rsid w:val="009B6843"/>
    <w:rsid w:val="009F0929"/>
    <w:rsid w:val="009F473E"/>
    <w:rsid w:val="009F6FD7"/>
    <w:rsid w:val="00A058BE"/>
    <w:rsid w:val="00A21BB3"/>
    <w:rsid w:val="00A36CBF"/>
    <w:rsid w:val="00A439E3"/>
    <w:rsid w:val="00A5434E"/>
    <w:rsid w:val="00A57E6F"/>
    <w:rsid w:val="00A62B62"/>
    <w:rsid w:val="00A84549"/>
    <w:rsid w:val="00A9416E"/>
    <w:rsid w:val="00A9608E"/>
    <w:rsid w:val="00A9664E"/>
    <w:rsid w:val="00AA6198"/>
    <w:rsid w:val="00AB01F2"/>
    <w:rsid w:val="00AB0A91"/>
    <w:rsid w:val="00AB1CB0"/>
    <w:rsid w:val="00AB593D"/>
    <w:rsid w:val="00AB72A6"/>
    <w:rsid w:val="00AB7BD6"/>
    <w:rsid w:val="00AD174A"/>
    <w:rsid w:val="00AE3AE9"/>
    <w:rsid w:val="00AE7542"/>
    <w:rsid w:val="00B02FA9"/>
    <w:rsid w:val="00B07AC8"/>
    <w:rsid w:val="00B07E32"/>
    <w:rsid w:val="00B1667C"/>
    <w:rsid w:val="00B23707"/>
    <w:rsid w:val="00B52D7B"/>
    <w:rsid w:val="00B54992"/>
    <w:rsid w:val="00B54B7E"/>
    <w:rsid w:val="00B61C26"/>
    <w:rsid w:val="00B640E1"/>
    <w:rsid w:val="00B70AB3"/>
    <w:rsid w:val="00B72C2A"/>
    <w:rsid w:val="00B8213F"/>
    <w:rsid w:val="00B828CB"/>
    <w:rsid w:val="00B830EA"/>
    <w:rsid w:val="00B9652D"/>
    <w:rsid w:val="00BA1353"/>
    <w:rsid w:val="00BA57B3"/>
    <w:rsid w:val="00BE7214"/>
    <w:rsid w:val="00C23CBD"/>
    <w:rsid w:val="00C32F24"/>
    <w:rsid w:val="00C33D06"/>
    <w:rsid w:val="00C35E4E"/>
    <w:rsid w:val="00C60227"/>
    <w:rsid w:val="00C60FC6"/>
    <w:rsid w:val="00C64A19"/>
    <w:rsid w:val="00C83002"/>
    <w:rsid w:val="00C97E99"/>
    <w:rsid w:val="00CA4716"/>
    <w:rsid w:val="00CC1FFC"/>
    <w:rsid w:val="00CD6A0D"/>
    <w:rsid w:val="00CD7A71"/>
    <w:rsid w:val="00CF764E"/>
    <w:rsid w:val="00D0467E"/>
    <w:rsid w:val="00D41B3D"/>
    <w:rsid w:val="00D6432B"/>
    <w:rsid w:val="00D65543"/>
    <w:rsid w:val="00D659F5"/>
    <w:rsid w:val="00D75FFF"/>
    <w:rsid w:val="00D962C3"/>
    <w:rsid w:val="00DB409A"/>
    <w:rsid w:val="00DD6CA1"/>
    <w:rsid w:val="00DF2445"/>
    <w:rsid w:val="00E432A6"/>
    <w:rsid w:val="00E46EEC"/>
    <w:rsid w:val="00E63C7E"/>
    <w:rsid w:val="00E74611"/>
    <w:rsid w:val="00E7596B"/>
    <w:rsid w:val="00E7707F"/>
    <w:rsid w:val="00E8789E"/>
    <w:rsid w:val="00E87EBB"/>
    <w:rsid w:val="00E902CA"/>
    <w:rsid w:val="00E916BF"/>
    <w:rsid w:val="00EC6B74"/>
    <w:rsid w:val="00EC74B7"/>
    <w:rsid w:val="00EC75A1"/>
    <w:rsid w:val="00ED5A52"/>
    <w:rsid w:val="00ED7688"/>
    <w:rsid w:val="00EE0E8C"/>
    <w:rsid w:val="00F011B2"/>
    <w:rsid w:val="00F11383"/>
    <w:rsid w:val="00F13D22"/>
    <w:rsid w:val="00F2799A"/>
    <w:rsid w:val="00F27DE3"/>
    <w:rsid w:val="00F31763"/>
    <w:rsid w:val="00F336B9"/>
    <w:rsid w:val="00F34D2E"/>
    <w:rsid w:val="00F46BDC"/>
    <w:rsid w:val="00F47BBE"/>
    <w:rsid w:val="00F50EB0"/>
    <w:rsid w:val="00F52ED4"/>
    <w:rsid w:val="00FA5781"/>
    <w:rsid w:val="00FC198D"/>
    <w:rsid w:val="00FD05E4"/>
    <w:rsid w:val="00FE1A2F"/>
    <w:rsid w:val="00FE3376"/>
    <w:rsid w:val="00FE4D59"/>
    <w:rsid w:val="00FF39D5"/>
    <w:rsid w:val="00FF4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Web">
    <w:name w:val="Normal (Web)"/>
    <w:basedOn w:val="a"/>
    <w:pPr>
      <w:widowControl/>
      <w:spacing w:before="100" w:beforeAutospacing="1" w:after="100" w:afterAutospacing="1"/>
      <w:jc w:val="left"/>
    </w:pPr>
    <w:rPr>
      <w:rFonts w:ascii="Arial Unicode MS" w:eastAsia="Arial Unicode MS" w:hAnsi="Arial Unicode MS" w:cs="ＭＳ ゴシック"/>
      <w:color w:val="000000"/>
      <w:kern w:val="0"/>
      <w:sz w:val="24"/>
    </w:rPr>
  </w:style>
  <w:style w:type="paragraph" w:styleId="a3">
    <w:name w:val="header"/>
    <w:basedOn w:val="a"/>
    <w:rsid w:val="00E7596B"/>
    <w:pPr>
      <w:tabs>
        <w:tab w:val="center" w:pos="4252"/>
        <w:tab w:val="right" w:pos="8504"/>
      </w:tabs>
      <w:snapToGrid w:val="0"/>
    </w:pPr>
  </w:style>
  <w:style w:type="paragraph" w:styleId="a4">
    <w:name w:val="footer"/>
    <w:basedOn w:val="a"/>
    <w:rsid w:val="00E7596B"/>
    <w:pPr>
      <w:tabs>
        <w:tab w:val="center" w:pos="4252"/>
        <w:tab w:val="right" w:pos="8504"/>
      </w:tabs>
      <w:snapToGrid w:val="0"/>
    </w:pPr>
  </w:style>
  <w:style w:type="paragraph" w:styleId="a5">
    <w:name w:val="Balloon Text"/>
    <w:basedOn w:val="a"/>
    <w:semiHidden/>
    <w:rsid w:val="00AD174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4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4037;&#20107;&#22865;&#32004;&#20418;\&#9671;&#26465;&#20214;&#20184;&#19968;&#33324;&#31478;&#20105;&#20837;&#26413;\19&#24180;&#24230;&#12288;&#26465;&#20214;&#20184;&#19968;&#33324;&#31478;&#20105;&#20837;&#26413;\&#9734;&#19968;&#33324;&#31478;&#20105;&#20837;&#26413;&#65288;&#35201;&#32177;&#12289;&#20181;&#27096;&#26360;&#12394;&#12393;&#65289;\&#9734;&#9734;%20&#20837;&#26413;&#21442;&#21152;&#36039;&#26684;&#30906;&#35469;&#30003;&#35531;&#26360;&#12411;&#12363;&#27096;&#24335;&#65288;1-5&#65289;&#12288;070829&#9734;&#9734;\&#65288;&#27096;&#24335;&#65299;&#65289;&#35475;&#32004;&#2636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CA974-95F1-40C5-BF95-536D197A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（様式３）誓約書.dot</Template>
  <TotalTime>0</TotalTime>
  <Pages>1</Pages>
  <Words>93</Words>
  <Characters>533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
  <cp:keywords/>
  <cp:lastModifiedBy/>
  <cp:revision>1</cp:revision>
  <cp:lastPrinted>2012-05-28T00:38:00Z</cp:lastPrinted>
  <dcterms:created xsi:type="dcterms:W3CDTF">2026-02-10T04:40:00Z</dcterms:created>
  <dcterms:modified xsi:type="dcterms:W3CDTF">2026-02-10T04:40:00Z</dcterms:modified>
</cp:coreProperties>
</file>